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9D" w:rsidRDefault="00D360E4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E203E27" wp14:editId="15FD52D6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2" name="Grafik 2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513" w:rsidRPr="004A5249" w:rsidRDefault="00F71882" w:rsidP="005222D9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2363DD">
        <w:rPr>
          <w:b/>
          <w:sz w:val="24"/>
          <w:szCs w:val="24"/>
        </w:rPr>
        <w:t>3</w:t>
      </w:r>
      <w:r w:rsidR="005222D9">
        <w:rPr>
          <w:b/>
          <w:sz w:val="24"/>
          <w:szCs w:val="24"/>
        </w:rPr>
        <w:t xml:space="preserve">: </w:t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6047C7">
        <w:rPr>
          <w:b/>
          <w:sz w:val="24"/>
          <w:szCs w:val="24"/>
        </w:rPr>
        <w:t>Tipps zu „</w:t>
      </w:r>
      <w:r w:rsidR="006E5FDB">
        <w:rPr>
          <w:b/>
          <w:sz w:val="24"/>
          <w:szCs w:val="24"/>
        </w:rPr>
        <w:t>Hammer und Nagel</w:t>
      </w:r>
      <w:r w:rsidR="006047C7">
        <w:rPr>
          <w:b/>
          <w:sz w:val="24"/>
          <w:szCs w:val="24"/>
        </w:rPr>
        <w:t>“</w:t>
      </w:r>
    </w:p>
    <w:p w:rsidR="00D24A16" w:rsidRPr="00AB67BE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BE60DA" w:rsidRDefault="006047C7" w:rsidP="00586A44">
      <w:pPr>
        <w:spacing w:after="0" w:line="240" w:lineRule="auto"/>
        <w:jc w:val="both"/>
        <w:rPr>
          <w:rFonts w:eastAsiaTheme="minorEastAsia"/>
          <w:b/>
        </w:rPr>
      </w:pPr>
      <w:r w:rsidRPr="006047C7">
        <w:rPr>
          <w:rFonts w:eastAsiaTheme="minorEastAsia"/>
          <w:b/>
        </w:rPr>
        <w:t>Aufgabe 1</w:t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  <w:r>
        <w:t>Wir hatte</w:t>
      </w:r>
      <w:r w:rsidR="00A020F4">
        <w:t>n</w:t>
      </w:r>
      <w:r>
        <w:t xml:space="preserve"> zu Zwillingskräften folgendes Gesetz festgelegt:</w:t>
      </w:r>
    </w:p>
    <w:p w:rsidR="006047C7" w:rsidRDefault="006047C7" w:rsidP="006047C7">
      <w:pPr>
        <w:spacing w:after="0" w:line="240" w:lineRule="auto"/>
        <w:jc w:val="both"/>
      </w:pPr>
      <w:r w:rsidRPr="00150B9C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754FE0C" wp14:editId="12A30261">
            <wp:simplePos x="0" y="0"/>
            <wp:positionH relativeFrom="column">
              <wp:posOffset>852805</wp:posOffset>
            </wp:positionH>
            <wp:positionV relativeFrom="paragraph">
              <wp:posOffset>17337</wp:posOffset>
            </wp:positionV>
            <wp:extent cx="4572638" cy="3429479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4384" behindDoc="1" locked="0" layoutInCell="1" allowOverlap="1" wp14:anchorId="7E3127C3" wp14:editId="3ECF63BE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4" name="Grafik 4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7C7" w:rsidRPr="004A5249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2363D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„Hammer und Nagel“</w:t>
      </w:r>
    </w:p>
    <w:p w:rsidR="006047C7" w:rsidRPr="00AB67BE" w:rsidRDefault="006047C7" w:rsidP="006047C7">
      <w:pPr>
        <w:spacing w:after="0" w:line="240" w:lineRule="auto"/>
        <w:jc w:val="both"/>
        <w:rPr>
          <w:sz w:val="8"/>
          <w:szCs w:val="8"/>
        </w:rPr>
      </w:pPr>
    </w:p>
    <w:p w:rsidR="006047C7" w:rsidRDefault="006047C7" w:rsidP="006047C7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2</w:t>
      </w:r>
    </w:p>
    <w:p w:rsidR="006047C7" w:rsidRDefault="006047C7" w:rsidP="006047C7">
      <w:pPr>
        <w:spacing w:after="0" w:line="240" w:lineRule="auto"/>
        <w:jc w:val="both"/>
      </w:pPr>
      <w:r>
        <w:t>Wir hatte</w:t>
      </w:r>
      <w:r w:rsidR="00A020F4">
        <w:t>n</w:t>
      </w:r>
      <w:r>
        <w:t xml:space="preserve"> zur Konstruktion der resultierenden Kraft folgende Vorschrift festgelegt:</w:t>
      </w:r>
    </w:p>
    <w:p w:rsidR="006047C7" w:rsidRDefault="006047C7" w:rsidP="006047C7">
      <w:pPr>
        <w:spacing w:after="0" w:line="240" w:lineRule="auto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299966</wp:posOffset>
            </wp:positionH>
            <wp:positionV relativeFrom="paragraph">
              <wp:posOffset>99651</wp:posOffset>
            </wp:positionV>
            <wp:extent cx="5449230" cy="2044903"/>
            <wp:effectExtent l="0" t="0" r="0" b="0"/>
            <wp:wrapTight wrapText="bothSides">
              <wp:wrapPolygon edited="0">
                <wp:start x="0" y="0"/>
                <wp:lineTo x="0" y="21332"/>
                <wp:lineTo x="21522" y="21332"/>
                <wp:lineTo x="2152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230" cy="204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  <w:r>
        <w:t>Beachte</w:t>
      </w:r>
      <w:r w:rsidR="00493A4A">
        <w:t>t</w:t>
      </w:r>
      <w:r>
        <w:t>: Es dürfen nur Kräfte addiert werden, die am selben Körper angreifen.</w:t>
      </w:r>
    </w:p>
    <w:p w:rsidR="006047C7" w:rsidRDefault="006047C7">
      <w:pPr>
        <w:spacing w:after="0" w:line="240" w:lineRule="auto"/>
      </w:pPr>
      <w:r>
        <w:br w:type="page"/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7456" behindDoc="1" locked="0" layoutInCell="1" allowOverlap="1" wp14:anchorId="6488319B" wp14:editId="57E40650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6" name="Grafik 6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7C7" w:rsidRPr="004A5249" w:rsidRDefault="003C217C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2363D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047C7">
        <w:rPr>
          <w:b/>
          <w:sz w:val="24"/>
          <w:szCs w:val="24"/>
        </w:rPr>
        <w:t>Lösung zu „Hammer und Nagel“</w:t>
      </w:r>
    </w:p>
    <w:p w:rsidR="006047C7" w:rsidRPr="00AB67BE" w:rsidRDefault="006047C7" w:rsidP="006047C7">
      <w:pPr>
        <w:spacing w:after="0" w:line="240" w:lineRule="auto"/>
        <w:jc w:val="both"/>
        <w:rPr>
          <w:sz w:val="8"/>
          <w:szCs w:val="8"/>
        </w:rPr>
      </w:pPr>
    </w:p>
    <w:p w:rsidR="006047C7" w:rsidRDefault="006047C7" w:rsidP="006047C7">
      <w:pPr>
        <w:spacing w:after="0" w:line="240" w:lineRule="auto"/>
        <w:jc w:val="both"/>
        <w:rPr>
          <w:rFonts w:eastAsiaTheme="minorEastAsia"/>
          <w:b/>
        </w:rPr>
      </w:pPr>
      <w:r w:rsidRPr="006047C7">
        <w:rPr>
          <w:rFonts w:eastAsiaTheme="minorEastAsia"/>
          <w:b/>
        </w:rPr>
        <w:t>Aufgabe 1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3054AB" w:rsidRDefault="003054AB" w:rsidP="003054AB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Die Zwillingskraft zu der vom Brett auf den Nagel ausgeübten Kraft ist nicht eingezeichnet.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451B51" w:rsidP="00586A4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53B3B5EA" wp14:editId="3056AFBF">
            <wp:simplePos x="0" y="0"/>
            <wp:positionH relativeFrom="column">
              <wp:posOffset>2046738</wp:posOffset>
            </wp:positionH>
            <wp:positionV relativeFrom="paragraph">
              <wp:posOffset>74738</wp:posOffset>
            </wp:positionV>
            <wp:extent cx="20574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00" y="21396"/>
                <wp:lineTo x="21400" y="0"/>
                <wp:lineTo x="0" y="0"/>
              </wp:wrapPolygon>
            </wp:wrapTight>
            <wp:docPr id="7" name="Grafik 7" descr="C:\Users\Woellermann\Desktop\Promotion\Unterrichtseinheit\Bilder_Abschnitt 7\Strang1_HammerUndNagel_GPLoes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HammerUndNagel_GPLoesung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6047C7" w:rsidRDefault="006047C7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71552" behindDoc="1" locked="0" layoutInCell="1" allowOverlap="1" wp14:anchorId="7127ED96" wp14:editId="23D275BA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8" name="Grafik 8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0F4" w:rsidRPr="004A5249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2363D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„Hammer und Nagel“</w:t>
      </w:r>
    </w:p>
    <w:p w:rsidR="00A020F4" w:rsidRPr="00AB67BE" w:rsidRDefault="00A020F4" w:rsidP="00A020F4">
      <w:pPr>
        <w:spacing w:after="0" w:line="240" w:lineRule="auto"/>
        <w:jc w:val="both"/>
        <w:rPr>
          <w:sz w:val="8"/>
          <w:szCs w:val="8"/>
        </w:rPr>
      </w:pPr>
    </w:p>
    <w:p w:rsidR="00A020F4" w:rsidRDefault="00A020F4" w:rsidP="00A020F4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2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451B51" w:rsidTr="00B70E9F">
        <w:tc>
          <w:tcPr>
            <w:tcW w:w="4955" w:type="dxa"/>
          </w:tcPr>
          <w:p w:rsidR="00451B51" w:rsidRPr="005214C5" w:rsidRDefault="00451B51" w:rsidP="00B70E9F">
            <w:pPr>
              <w:spacing w:after="0" w:line="240" w:lineRule="auto"/>
              <w:jc w:val="both"/>
            </w:pPr>
            <w:r>
              <w:t>Nagel</w:t>
            </w:r>
            <w:r w:rsidRPr="005214C5">
              <w:t xml:space="preserve"> freischneiden:</w:t>
            </w:r>
          </w:p>
        </w:tc>
        <w:tc>
          <w:tcPr>
            <w:tcW w:w="4956" w:type="dxa"/>
          </w:tcPr>
          <w:p w:rsidR="00451B51" w:rsidRPr="005214C5" w:rsidRDefault="00451B51" w:rsidP="00B70E9F">
            <w:pPr>
              <w:spacing w:after="0" w:line="240" w:lineRule="auto"/>
              <w:jc w:val="both"/>
            </w:pPr>
            <w:r>
              <w:t>Kräfteaddition:</w:t>
            </w:r>
          </w:p>
        </w:tc>
      </w:tr>
      <w:tr w:rsidR="00451B51" w:rsidTr="00451B51">
        <w:trPr>
          <w:trHeight w:val="4787"/>
        </w:trPr>
        <w:tc>
          <w:tcPr>
            <w:tcW w:w="4955" w:type="dxa"/>
          </w:tcPr>
          <w:p w:rsidR="00451B51" w:rsidRDefault="00F53545" w:rsidP="00451B51">
            <w:pPr>
              <w:spacing w:after="0" w:line="240" w:lineRule="auto"/>
              <w:jc w:val="both"/>
            </w:pPr>
            <w:r>
              <w:t>Sucht</w:t>
            </w:r>
            <w:r w:rsidR="00451B51">
              <w:t xml:space="preserve"> in der Beschriftung nach den Worten</w:t>
            </w:r>
          </w:p>
          <w:p w:rsidR="00451B51" w:rsidRDefault="00451B51" w:rsidP="00451B51">
            <w:pPr>
              <w:spacing w:after="0" w:line="240" w:lineRule="auto"/>
              <w:jc w:val="both"/>
            </w:pPr>
            <w:r>
              <w:t>„auf Nagel“ und umkreis</w:t>
            </w:r>
            <w:r w:rsidR="00F53545">
              <w:t>t</w:t>
            </w:r>
            <w:r>
              <w:t xml:space="preserve"> sie:</w:t>
            </w:r>
          </w:p>
          <w:p w:rsidR="00451B51" w:rsidRDefault="00451B51" w:rsidP="00451B51">
            <w:pPr>
              <w:spacing w:after="0" w:line="240" w:lineRule="auto"/>
              <w:jc w:val="both"/>
              <w:rPr>
                <w:rFonts w:eastAsiaTheme="minorEastAsia"/>
                <w:noProof/>
                <w:lang w:eastAsia="de-DE"/>
              </w:rPr>
            </w:pPr>
          </w:p>
          <w:p w:rsidR="00451B51" w:rsidRPr="005214C5" w:rsidRDefault="00451B51" w:rsidP="00451B51">
            <w:pPr>
              <w:spacing w:after="0" w:line="240" w:lineRule="auto"/>
              <w:jc w:val="both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282131</wp:posOffset>
                  </wp:positionH>
                  <wp:positionV relativeFrom="paragraph">
                    <wp:posOffset>73793</wp:posOffset>
                  </wp:positionV>
                  <wp:extent cx="2365273" cy="2147777"/>
                  <wp:effectExtent l="0" t="0" r="0" b="5080"/>
                  <wp:wrapTight wrapText="bothSides">
                    <wp:wrapPolygon edited="0">
                      <wp:start x="0" y="0"/>
                      <wp:lineTo x="0" y="21459"/>
                      <wp:lineTo x="21403" y="21459"/>
                      <wp:lineTo x="21403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273" cy="2147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56" w:type="dxa"/>
          </w:tcPr>
          <w:p w:rsidR="00451B51" w:rsidRPr="005214C5" w:rsidRDefault="00451B51" w:rsidP="00451B51">
            <w:pPr>
              <w:spacing w:after="0" w:line="240" w:lineRule="auto"/>
              <w:jc w:val="both"/>
            </w:pPr>
            <w:r w:rsidRPr="00A020F4">
              <w:rPr>
                <w:rFonts w:eastAsiaTheme="minorEastAsia"/>
                <w:noProof/>
                <w:lang w:eastAsia="de-DE"/>
              </w:rPr>
              <w:drawing>
                <wp:anchor distT="0" distB="0" distL="114300" distR="114300" simplePos="0" relativeHeight="251683840" behindDoc="1" locked="0" layoutInCell="1" allowOverlap="1" wp14:anchorId="03A85E33" wp14:editId="6D328532">
                  <wp:simplePos x="0" y="0"/>
                  <wp:positionH relativeFrom="column">
                    <wp:posOffset>1355253</wp:posOffset>
                  </wp:positionH>
                  <wp:positionV relativeFrom="paragraph">
                    <wp:posOffset>1408090</wp:posOffset>
                  </wp:positionV>
                  <wp:extent cx="209550" cy="561975"/>
                  <wp:effectExtent l="0" t="0" r="0" b="9525"/>
                  <wp:wrapTight wrapText="bothSides">
                    <wp:wrapPolygon edited="0">
                      <wp:start x="0" y="0"/>
                      <wp:lineTo x="0" y="21234"/>
                      <wp:lineTo x="19636" y="21234"/>
                      <wp:lineTo x="19636" y="0"/>
                      <wp:lineTo x="0" y="0"/>
                    </wp:wrapPolygon>
                  </wp:wrapTight>
                  <wp:docPr id="9" name="Grafik 9" descr="C:\Users\Woellermann\Desktop\Promotion\Unterrichtseinheit\Bilder_Abschnitt 7\Strang1_HammerUndNagel_GPLoesun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oellermann\Desktop\Promotion\Unterrichtseinheit\Bilder_Abschnitt 7\Strang1_HammerUndNagel_GPLoesun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53545">
              <w:t>Addiert</w:t>
            </w:r>
            <w:r w:rsidRPr="005214C5">
              <w:t xml:space="preserve"> die Kraftpfeile, die</w:t>
            </w:r>
            <w:r>
              <w:t xml:space="preserve"> innerhalb der Umrandung liegen. Der graue Pfeil stellt die resultierende Kraft dar.</w:t>
            </w:r>
          </w:p>
        </w:tc>
      </w:tr>
    </w:tbl>
    <w:p w:rsidR="00A020F4" w:rsidRDefault="00A020F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550DC6" w:rsidRDefault="00550DC6" w:rsidP="00550DC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lastRenderedPageBreak/>
        <w:drawing>
          <wp:anchor distT="0" distB="0" distL="114300" distR="114300" simplePos="0" relativeHeight="251686912" behindDoc="1" locked="0" layoutInCell="1" allowOverlap="1" wp14:anchorId="649276EA" wp14:editId="61E8EA7D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10" name="Grafik 10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0DC6" w:rsidRPr="004A5249" w:rsidRDefault="00550DC6" w:rsidP="00550DC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2363D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„Hammer und Nagel“</w:t>
      </w:r>
    </w:p>
    <w:p w:rsidR="00550DC6" w:rsidRPr="00AB67BE" w:rsidRDefault="00550DC6" w:rsidP="00550DC6">
      <w:pPr>
        <w:spacing w:after="0" w:line="240" w:lineRule="auto"/>
        <w:jc w:val="both"/>
        <w:rPr>
          <w:sz w:val="8"/>
          <w:szCs w:val="8"/>
        </w:rPr>
      </w:pPr>
    </w:p>
    <w:p w:rsidR="00550DC6" w:rsidRDefault="00550DC6" w:rsidP="00550DC6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3</w:t>
      </w:r>
    </w:p>
    <w:p w:rsidR="00550DC6" w:rsidRDefault="00550DC6" w:rsidP="00550DC6">
      <w:pPr>
        <w:spacing w:after="0" w:line="240" w:lineRule="auto"/>
        <w:jc w:val="both"/>
        <w:rPr>
          <w:rFonts w:eastAsiaTheme="minorEastAsia"/>
        </w:rPr>
      </w:pPr>
    </w:p>
    <w:p w:rsidR="00550DC6" w:rsidRDefault="00550DC6" w:rsidP="00550DC6">
      <w:pPr>
        <w:jc w:val="both"/>
      </w:pPr>
      <w:r>
        <w:t>Vergleicht, ob es sich um dieselben Kräfte handelt:</w:t>
      </w:r>
    </w:p>
    <w:p w:rsidR="00550DC6" w:rsidRDefault="00550DC6" w:rsidP="00550DC6">
      <w:pPr>
        <w:jc w:val="both"/>
      </w:pPr>
      <w:r>
        <w:t>Welche Kräfte gleichen sich nach Ninas Aussage aus?</w:t>
      </w:r>
    </w:p>
    <w:p w:rsidR="00550DC6" w:rsidRPr="00A020F4" w:rsidRDefault="00550DC6" w:rsidP="00550DC6">
      <w:pPr>
        <w:jc w:val="both"/>
      </w:pPr>
      <w:r>
        <w:t>Welche Kräfte haben eine Wirkung auf den Nagel?</w:t>
      </w:r>
    </w:p>
    <w:p w:rsidR="00550DC6" w:rsidRDefault="00550DC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A020F4" w:rsidRDefault="00A020F4" w:rsidP="00A020F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76672" behindDoc="1" locked="0" layoutInCell="1" allowOverlap="1" wp14:anchorId="4F9545B6" wp14:editId="2CA040EB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11" name="Grafik 11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0F4" w:rsidRPr="004A5249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2363DD">
        <w:rPr>
          <w:b/>
          <w:sz w:val="24"/>
          <w:szCs w:val="24"/>
        </w:rPr>
        <w:t>3</w:t>
      </w:r>
      <w:bookmarkStart w:id="0" w:name="_GoBack"/>
      <w:bookmarkEnd w:id="0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„Hammer und Nagel“</w:t>
      </w:r>
    </w:p>
    <w:p w:rsidR="00A020F4" w:rsidRPr="00AB67BE" w:rsidRDefault="00A020F4" w:rsidP="00A020F4">
      <w:pPr>
        <w:spacing w:after="0" w:line="240" w:lineRule="auto"/>
        <w:jc w:val="both"/>
        <w:rPr>
          <w:sz w:val="8"/>
          <w:szCs w:val="8"/>
        </w:rPr>
      </w:pPr>
    </w:p>
    <w:p w:rsidR="00A020F4" w:rsidRDefault="00A020F4" w:rsidP="00A020F4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3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Pr="00A020F4" w:rsidRDefault="00A020F4" w:rsidP="00A020F4">
      <w:pPr>
        <w:ind w:left="284"/>
        <w:jc w:val="both"/>
      </w:pPr>
      <w:r w:rsidRPr="00A020F4">
        <w:t>Nina bringt das Wechselwirkungsgesetz mit dem Kräftegleichgewicht durcheinander.</w:t>
      </w:r>
    </w:p>
    <w:p w:rsidR="00A020F4" w:rsidRPr="00A020F4" w:rsidRDefault="00A020F4" w:rsidP="00A020F4">
      <w:pPr>
        <w:ind w:left="284"/>
        <w:jc w:val="both"/>
      </w:pPr>
      <w:r w:rsidRPr="00A020F4">
        <w:t>Nina spricht von Zwillingskräften, aber davon greift nur eine an dem Nagel an.</w:t>
      </w:r>
    </w:p>
    <w:p w:rsidR="00A020F4" w:rsidRPr="00A020F4" w:rsidRDefault="00A020F4" w:rsidP="00A020F4">
      <w:pPr>
        <w:ind w:left="284"/>
        <w:jc w:val="both"/>
      </w:pPr>
      <w:r w:rsidRPr="00A020F4">
        <w:t>Für die Bewegung des Nagels sind allerdings die Kräfte zu betrachten, die an dem Nagel angreifen.</w:t>
      </w:r>
    </w:p>
    <w:p w:rsidR="00A020F4" w:rsidRPr="00A020F4" w:rsidRDefault="00A020F4" w:rsidP="00A020F4">
      <w:pPr>
        <w:ind w:left="284"/>
        <w:jc w:val="both"/>
      </w:pPr>
      <w:r w:rsidRPr="00A020F4">
        <w:t>Somit müssen die von dem Hammer auf den Nagel und die von dem Brett auf den Nagel ausgeübten Kräfte</w:t>
      </w:r>
    </w:p>
    <w:p w:rsidR="00A020F4" w:rsidRPr="00A020F4" w:rsidRDefault="00A020F4" w:rsidP="00A020F4">
      <w:pPr>
        <w:ind w:left="284"/>
        <w:jc w:val="both"/>
      </w:pPr>
      <w:proofErr w:type="gramStart"/>
      <w:r w:rsidRPr="00A020F4">
        <w:t>addiert</w:t>
      </w:r>
      <w:proofErr w:type="gramEnd"/>
      <w:r w:rsidRPr="00A020F4">
        <w:t xml:space="preserve"> werden, um herauszufinden, ob sich der Nagel bewegen lässt.</w:t>
      </w:r>
    </w:p>
    <w:p w:rsidR="00A020F4" w:rsidRPr="006047C7" w:rsidRDefault="00A020F4" w:rsidP="00586A44">
      <w:pPr>
        <w:spacing w:after="0" w:line="240" w:lineRule="auto"/>
        <w:jc w:val="both"/>
        <w:rPr>
          <w:rFonts w:eastAsiaTheme="minorEastAsia"/>
        </w:rPr>
      </w:pPr>
    </w:p>
    <w:sectPr w:rsidR="00A020F4" w:rsidRPr="006047C7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1" w15:restartNumberingAfterBreak="0">
    <w:nsid w:val="2BC307AA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4A7A7E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29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3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2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</w:num>
  <w:num w:numId="2">
    <w:abstractNumId w:val="33"/>
  </w:num>
  <w:num w:numId="3">
    <w:abstractNumId w:val="35"/>
  </w:num>
  <w:num w:numId="4">
    <w:abstractNumId w:val="39"/>
  </w:num>
  <w:num w:numId="5">
    <w:abstractNumId w:val="2"/>
  </w:num>
  <w:num w:numId="6">
    <w:abstractNumId w:val="8"/>
  </w:num>
  <w:num w:numId="7">
    <w:abstractNumId w:val="21"/>
  </w:num>
  <w:num w:numId="8">
    <w:abstractNumId w:val="19"/>
  </w:num>
  <w:num w:numId="9">
    <w:abstractNumId w:val="36"/>
  </w:num>
  <w:num w:numId="10">
    <w:abstractNumId w:val="40"/>
  </w:num>
  <w:num w:numId="11">
    <w:abstractNumId w:val="34"/>
  </w:num>
  <w:num w:numId="12">
    <w:abstractNumId w:val="20"/>
  </w:num>
  <w:num w:numId="13">
    <w:abstractNumId w:val="0"/>
  </w:num>
  <w:num w:numId="14">
    <w:abstractNumId w:val="4"/>
  </w:num>
  <w:num w:numId="15">
    <w:abstractNumId w:val="3"/>
  </w:num>
  <w:num w:numId="16">
    <w:abstractNumId w:val="27"/>
  </w:num>
  <w:num w:numId="17">
    <w:abstractNumId w:val="1"/>
  </w:num>
  <w:num w:numId="18">
    <w:abstractNumId w:val="12"/>
  </w:num>
  <w:num w:numId="19">
    <w:abstractNumId w:val="18"/>
  </w:num>
  <w:num w:numId="20">
    <w:abstractNumId w:val="25"/>
  </w:num>
  <w:num w:numId="21">
    <w:abstractNumId w:val="24"/>
  </w:num>
  <w:num w:numId="22">
    <w:abstractNumId w:val="14"/>
  </w:num>
  <w:num w:numId="23">
    <w:abstractNumId w:val="28"/>
  </w:num>
  <w:num w:numId="24">
    <w:abstractNumId w:val="31"/>
  </w:num>
  <w:num w:numId="25">
    <w:abstractNumId w:val="42"/>
  </w:num>
  <w:num w:numId="26">
    <w:abstractNumId w:val="5"/>
  </w:num>
  <w:num w:numId="27">
    <w:abstractNumId w:val="6"/>
  </w:num>
  <w:num w:numId="28">
    <w:abstractNumId w:val="37"/>
  </w:num>
  <w:num w:numId="29">
    <w:abstractNumId w:val="22"/>
  </w:num>
  <w:num w:numId="30">
    <w:abstractNumId w:val="38"/>
  </w:num>
  <w:num w:numId="31">
    <w:abstractNumId w:val="17"/>
  </w:num>
  <w:num w:numId="32">
    <w:abstractNumId w:val="9"/>
  </w:num>
  <w:num w:numId="33">
    <w:abstractNumId w:val="29"/>
  </w:num>
  <w:num w:numId="34">
    <w:abstractNumId w:val="41"/>
  </w:num>
  <w:num w:numId="35">
    <w:abstractNumId w:val="7"/>
  </w:num>
  <w:num w:numId="36">
    <w:abstractNumId w:val="15"/>
  </w:num>
  <w:num w:numId="37">
    <w:abstractNumId w:val="26"/>
  </w:num>
  <w:num w:numId="38">
    <w:abstractNumId w:val="10"/>
  </w:num>
  <w:num w:numId="39">
    <w:abstractNumId w:val="32"/>
  </w:num>
  <w:num w:numId="40">
    <w:abstractNumId w:val="43"/>
  </w:num>
  <w:num w:numId="41">
    <w:abstractNumId w:val="13"/>
  </w:num>
  <w:num w:numId="42">
    <w:abstractNumId w:val="23"/>
  </w:num>
  <w:num w:numId="43">
    <w:abstractNumId w:val="3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3845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3DD"/>
    <w:rsid w:val="002366CF"/>
    <w:rsid w:val="002434A1"/>
    <w:rsid w:val="00246E64"/>
    <w:rsid w:val="002547F6"/>
    <w:rsid w:val="002643A2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3054AB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C217C"/>
    <w:rsid w:val="003E65F6"/>
    <w:rsid w:val="0040210A"/>
    <w:rsid w:val="00417ADF"/>
    <w:rsid w:val="004401B2"/>
    <w:rsid w:val="00451B51"/>
    <w:rsid w:val="0046196D"/>
    <w:rsid w:val="0046795A"/>
    <w:rsid w:val="00493A4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505F36"/>
    <w:rsid w:val="0050751E"/>
    <w:rsid w:val="005222D9"/>
    <w:rsid w:val="0053279C"/>
    <w:rsid w:val="0053280C"/>
    <w:rsid w:val="00536ABD"/>
    <w:rsid w:val="00550DC6"/>
    <w:rsid w:val="005516A6"/>
    <w:rsid w:val="00553BA5"/>
    <w:rsid w:val="00553DBF"/>
    <w:rsid w:val="00560320"/>
    <w:rsid w:val="0056638D"/>
    <w:rsid w:val="00586A44"/>
    <w:rsid w:val="00593B89"/>
    <w:rsid w:val="005A0636"/>
    <w:rsid w:val="005A0ECB"/>
    <w:rsid w:val="005A5158"/>
    <w:rsid w:val="005B0DFF"/>
    <w:rsid w:val="005D1E0E"/>
    <w:rsid w:val="005F00A4"/>
    <w:rsid w:val="00600141"/>
    <w:rsid w:val="006047C7"/>
    <w:rsid w:val="00613F0D"/>
    <w:rsid w:val="0062613B"/>
    <w:rsid w:val="00632C24"/>
    <w:rsid w:val="006338FA"/>
    <w:rsid w:val="006357F0"/>
    <w:rsid w:val="00642585"/>
    <w:rsid w:val="0064768E"/>
    <w:rsid w:val="00654B33"/>
    <w:rsid w:val="006742A0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A7FF1"/>
    <w:rsid w:val="007C7C23"/>
    <w:rsid w:val="007E014C"/>
    <w:rsid w:val="007E69BD"/>
    <w:rsid w:val="00810D7D"/>
    <w:rsid w:val="008252B7"/>
    <w:rsid w:val="008372F2"/>
    <w:rsid w:val="00871287"/>
    <w:rsid w:val="00873A81"/>
    <w:rsid w:val="0088210A"/>
    <w:rsid w:val="0088263B"/>
    <w:rsid w:val="008872EF"/>
    <w:rsid w:val="00895ABC"/>
    <w:rsid w:val="008A3D7E"/>
    <w:rsid w:val="008A3F91"/>
    <w:rsid w:val="008C159B"/>
    <w:rsid w:val="008C68CD"/>
    <w:rsid w:val="008D4BC1"/>
    <w:rsid w:val="008D4E89"/>
    <w:rsid w:val="008E1781"/>
    <w:rsid w:val="008E3511"/>
    <w:rsid w:val="008E4159"/>
    <w:rsid w:val="008E609F"/>
    <w:rsid w:val="008E6FD1"/>
    <w:rsid w:val="008F4B78"/>
    <w:rsid w:val="008F711C"/>
    <w:rsid w:val="009054B7"/>
    <w:rsid w:val="009324F5"/>
    <w:rsid w:val="0093519D"/>
    <w:rsid w:val="00961AFC"/>
    <w:rsid w:val="009705E3"/>
    <w:rsid w:val="00983B90"/>
    <w:rsid w:val="009875D8"/>
    <w:rsid w:val="00990B2B"/>
    <w:rsid w:val="009941C1"/>
    <w:rsid w:val="009A6ACB"/>
    <w:rsid w:val="009E6C7C"/>
    <w:rsid w:val="009F7A6A"/>
    <w:rsid w:val="00A0083B"/>
    <w:rsid w:val="00A019DE"/>
    <w:rsid w:val="00A020F4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F7ECE"/>
    <w:rsid w:val="00B055B6"/>
    <w:rsid w:val="00B1304D"/>
    <w:rsid w:val="00B16F9F"/>
    <w:rsid w:val="00B1725C"/>
    <w:rsid w:val="00B51BB9"/>
    <w:rsid w:val="00B71DA8"/>
    <w:rsid w:val="00B75CC9"/>
    <w:rsid w:val="00B80722"/>
    <w:rsid w:val="00B834AB"/>
    <w:rsid w:val="00BA48B9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41CF"/>
    <w:rsid w:val="00D719F6"/>
    <w:rsid w:val="00D830DE"/>
    <w:rsid w:val="00D87C0E"/>
    <w:rsid w:val="00DA4223"/>
    <w:rsid w:val="00DD58DA"/>
    <w:rsid w:val="00DE5579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16CD5"/>
    <w:rsid w:val="00F2594F"/>
    <w:rsid w:val="00F320D5"/>
    <w:rsid w:val="00F43BC3"/>
    <w:rsid w:val="00F44F80"/>
    <w:rsid w:val="00F52C86"/>
    <w:rsid w:val="00F53545"/>
    <w:rsid w:val="00F66FD9"/>
    <w:rsid w:val="00F71882"/>
    <w:rsid w:val="00F75746"/>
    <w:rsid w:val="00F774B9"/>
    <w:rsid w:val="00F77E63"/>
    <w:rsid w:val="00F94889"/>
    <w:rsid w:val="00F97063"/>
    <w:rsid w:val="00FB1557"/>
    <w:rsid w:val="00FC0CFB"/>
    <w:rsid w:val="00FC2CE6"/>
    <w:rsid w:val="00FC3B16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3997-4909-4F89-A761-167DDAE3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4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55</cp:revision>
  <cp:lastPrinted>2018-06-01T05:42:00Z</cp:lastPrinted>
  <dcterms:created xsi:type="dcterms:W3CDTF">2018-06-04T05:11:00Z</dcterms:created>
  <dcterms:modified xsi:type="dcterms:W3CDTF">2018-11-21T15:36:00Z</dcterms:modified>
</cp:coreProperties>
</file>